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AC04" w14:textId="77777777" w:rsidR="003A1818" w:rsidRPr="003A1818" w:rsidRDefault="003A1818" w:rsidP="003A181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A181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SARS-CoV-2/human/BHR/22020079101/2022, complete genome</w:t>
      </w:r>
    </w:p>
    <w:p w14:paraId="0954F54A" w14:textId="77777777" w:rsidR="003A1818" w:rsidRPr="003A1818" w:rsidRDefault="003A1818" w:rsidP="003A18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t>GenBank: ON420444.1</w:t>
      </w:r>
    </w:p>
    <w:p w14:paraId="1B52D793" w14:textId="77777777" w:rsidR="003A1818" w:rsidRPr="003A1818" w:rsidRDefault="003A1818" w:rsidP="003A181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"https://www.ncbi.nlm.nih.gov/nuccore/ON420444.1?report=fasta" </w:instrTex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8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"https://www.ncbi.nlm.nih.gov/nuccore/ON420444.1?report=graph" </w:instrTex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8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20444.1"/>
    <w:bookmarkEnd w:id="1"/>
    <w:p w14:paraId="5424E503" w14:textId="77777777" w:rsidR="003A1818" w:rsidRPr="003A1818" w:rsidRDefault="003A1818" w:rsidP="003A181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"https://www.ncbi.nlm.nih.gov/nuccore/ON420444.1" \l "goto2234574004_0" </w:instrTex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A181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A181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67290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LOCUS       ON420444               29752 bp    RNA     linear   VRL 05-MAY-2022</w:t>
      </w:r>
    </w:p>
    <w:p w14:paraId="1416257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A779F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SARS-CoV-2/human/BHR/22020079101/2022, complete genome.</w:t>
      </w:r>
    </w:p>
    <w:p w14:paraId="23FE62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ACCESSION   ON420444</w:t>
      </w:r>
    </w:p>
    <w:p w14:paraId="7125FD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VERSION     ON420444.1</w:t>
      </w:r>
    </w:p>
    <w:p w14:paraId="59775A6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2D49A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3451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391D7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D2C229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36E15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16F266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502079C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08EBE0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5C12F36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E101F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(05-MAY-2022) Communicable Disease Laboratory, Public</w:t>
      </w:r>
    </w:p>
    <w:p w14:paraId="2B97C8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78E66F2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20444.1"/>
      <w:bookmarkEnd w:id="2"/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426B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7E33579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2B4E6D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07D68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20444.1"/>
      <w:bookmarkEnd w:id="3"/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4BE34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FE5F1C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3794A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23E16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E8B3B8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/isolate="SARS-CoV-2/human/BHR/22020079101/2022"</w:t>
      </w:r>
    </w:p>
    <w:p w14:paraId="1E77A7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6F6948F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20AB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4F200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138BEA7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/collection_date="2022-02-06"</w:t>
      </w:r>
    </w:p>
    <w:p w14:paraId="79AE5C6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"https://www.ncbi.nlm.nih.gov/nuccore/ON420444.1?from=212&amp;to=21489"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11BA3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675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"https://www.ncbi.nlm.nih.gov/nuccore/ON420444.1?location=212:13402,13402:21489"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BE8BBD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7A75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F7C67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85A45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3FE60A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"https://www.ncbi.nlm.nih.gov/protein/2234574005"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UPX83127.1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CF49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3FC0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7CD632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D62F09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7B4CDF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4F239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148EE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8BA04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46273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55B7B7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19C623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6FDA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90EEB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65598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28CC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34AE9C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F85CC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20C091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2C4F31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AECDB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516B1D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B115B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9BD9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04A3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909103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C040D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9841B5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C1900D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643039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ED818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8E475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253E31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73CE22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BD779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A1D2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0B6E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08A37F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19235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1A8A5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23A556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EACE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4F716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62582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81DE5F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E0C235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B404E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2C5B3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3B45C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51FB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91B0F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E24FF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C6568F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782E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29471A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3D9B47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1EC2E8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C235B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19419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99DA16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F45FB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ACC87D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3839F1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DICASLKELLQNGMNGRTILGSALLEDEFTPFDVVRQCSGVTFQSAVKRTIKGTHHWL</w:t>
      </w:r>
    </w:p>
    <w:p w14:paraId="3B7A1A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667E87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B4CF19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1DC42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F23D9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D31BB4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7EB43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79021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F5C94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B110C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CDD89E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A00DE3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0E5A39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65ADDA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6F6003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67359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30343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E4EFB6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70FF38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9FDEFE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DE9992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5A47EE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2A422D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DD8F5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74E61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4EE19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D5E8F0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A2B75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05F973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E38C4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2E9031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02918A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3A44D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1450C4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0F4508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7C19A3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9451E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BB484E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75BE5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B92103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D8505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41C0F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C94E2C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6CDC43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EED587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267F71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97F251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DBEC7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AEE279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D7150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F2462A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1E8EE2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005B12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568F9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074164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2B3E6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AA6539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9E1BDB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4380B0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50C7E9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B6209C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B1EE33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"https://www.ncbi.nlm.nih.gov/protein/UPX83127.1?from=1&amp;to=180"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AFFF52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6D6F4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953C0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"https://www.ncbi.nlm.nih.gov/protein/UPX83127.1?from=181&amp;to=818"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D090A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EB983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F3A67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"https://www.ncbi.nlm.nih.gov/protein/UPX83127.1?from=819&amp;to=2762"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EA8CD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4D17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45468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"https://www.ncbi.nlm.nih.gov/protein/UPX83127.1?from=2763&amp;to=3262"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9AFA9F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19664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7515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"https://www.ncbi.nlm.nih.gov/protein/UPX83127.1?from=3263&amp;to=3568"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6BCE3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811DB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5CEF4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"https://www.ncbi.nlm.nih.gov/protein/UPX83127.1?from=3569&amp;to=3855"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B54912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1192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03F99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"https://www.ncbi.nlm.nih.gov/protein/UPX83127.1?from=3856&amp;to=3938"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3011D5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CFA9A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5AC99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"https://www.ncbi.nlm.nih.gov/protein/UPX83127.1?from=3939&amp;to=4136"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986CD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55F7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8DD0A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"https://www.ncbi.nlm.nih.gov/protein/UPX83127.1?from=4137&amp;to=4249"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2DE991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A47D9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721E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"https://www.ncbi.nlm.nih.gov/protein/UPX83127.1?from=4250&amp;to=4388"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21988F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A788C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E3609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"https://www.ncbi.nlm.nih.gov/protein/UPX83127.1?from=4389&amp;to=5320"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A1B9A0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128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1AACF0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"https://www.ncbi.nlm.nih.gov/protein/UPX83127.1?from=5321&amp;to=5921"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0D4F8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55EEE4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5E7BA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"https://www.ncbi.nlm.nih.gov/protein/UPX83127.1?from=5922&amp;to=6448"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65DDA2B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82E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EED42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"https://www.ncbi.nlm.nih.gov/protein/UPX83127.1?from=6449&amp;to=6794"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F131F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BD1BD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0E114C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"https://www.ncbi.nlm.nih.gov/protein/UPX83127.1?from=6795&amp;to=7092"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5E6760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49ACD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677F7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"https://www.ncbi.nlm.nih.gov/nuccore/ON420444.1?from=212&amp;to=13417"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369D1C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A0BCF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7F3AF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069FC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"https://www.ncbi.nlm.nih.gov/protein/2234574006"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UPX83128.1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2D558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9374F5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EBD6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78B56C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8CAB1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A8D78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0655D4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BB7B7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083D8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12D90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1CC9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76D2C0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3F8B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ADA374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086A2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825A1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AC2DE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69A47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D7A09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3839D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0EB7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BA4980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683AE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DA86FF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1DCD5B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FFF85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B820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AC4BD5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8A0E5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8429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4ABB1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9F7B9A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F99BE7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2BC4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14A4D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05956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41E94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9E938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78E298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3DC4C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57F15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67E8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42CD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5D963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FB9D7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78FBA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F0D9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5DE338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6C86C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7B897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C564A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6CD67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6C8E7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EA3238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96F5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14B276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B32CE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73AB70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8BF3D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E163B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5EFA0A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4F3AA1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DICASLKELLQNGMNGRTILGSALLEDEFTPFDVVRQCSGVTFQSAVKRTIKGTHHWL</w:t>
      </w:r>
    </w:p>
    <w:p w14:paraId="22D0483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B6FFB8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210C9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8FBDAD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10856A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7F069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D0B6B5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6A2223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AA97A5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C6D9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87A7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C297DF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ED2AD5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51EF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58215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504EC8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"https://www.ncbi.nlm.nih.gov/protein/UPX83128.1?from=1&amp;to=180"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8F338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C5ED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28A3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"https://www.ncbi.nlm.nih.gov/protein/UPX83128.1?from=181&amp;to=818"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31167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CBFF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1C8C4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"https://www.ncbi.nlm.nih.gov/protein/UPX83128.1?from=819&amp;to=2762"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03F5A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0716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5BF39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"https://www.ncbi.nlm.nih.gov/protein/UPX83128.1?from=2763&amp;to=3262"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39D642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782F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07CE9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"https://www.ncbi.nlm.nih.gov/protein/UPX83128.1?from=3263&amp;to=3568"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B8D4BA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9CF7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BC9C0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"https://www.ncbi.nlm.nih.gov/protein/UPX83128.1?from=3569&amp;to=3855"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4BAC1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8DA5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1FCEF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"https://www.ncbi.nlm.nih.gov/protein/UPX83128.1?from=3856&amp;to=3938"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F69EA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535B7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1E8FED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"https://www.ncbi.nlm.nih.gov/protein/UPX83128.1?from=3939&amp;to=4136"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2841A7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F8748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9BB12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"https://www.ncbi.nlm.nih.gov/protein/UPX83128.1?from=4137&amp;to=4249"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3DE7983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6F2D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5EBD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"https://www.ncbi.nlm.nih.gov/protein/UPX83128.1?from=4250&amp;to=4388"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6496F08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5EE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FC58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"https://www.ncbi.nlm.nih.gov/protein/UPX83128.1?from=4389&amp;to=4401"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2ACD0B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7CB7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85484F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"https://www.ncbi.nlm.nih.gov/nuccore/ON420444.1?from=13410&amp;to=13437"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D7DEC8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871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49CB2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C032C7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"https://www.ncbi.nlm.nih.gov/nuccore/ON420444.1?from=13422&amp;to=13476"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0CD18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3ABF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3E2134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30A9A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"https://www.ncbi.nlm.nih.gov/nuccore/ON420444.1?from=21497&amp;to=25309"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8DECF2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BDCF2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"https://www.ncbi.nlm.nih.gov/nuccore/ON420444.1?from=21497&amp;to=25309"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ABFF5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12D0D5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66C9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A4D4B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"https://www.ncbi.nlm.nih.gov/protein/2234574007"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UPX83129.1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54891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01B288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CEF2E6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ED3A0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7C5DBF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9545D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A5F7A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6B1B20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YADSFVIRGNEVSQIAPGQTGNIADYNYKLPDDFTGCVIAWNSNNLDSKVSGNYNYLY</w:t>
      </w:r>
    </w:p>
    <w:p w14:paraId="0AB7F67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E7769F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6299CD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573026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831086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C1B69F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2BC5A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EF18E6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3F0D06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87892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48FAB5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6AD1FD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AAA6E6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759C7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A48275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D18F46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"https://www.ncbi.nlm.nih.gov/nuccore/ON420444.1?from=25318&amp;to=26145"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216563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B521E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"https://www.ncbi.nlm.nih.gov/nuccore/ON420444.1?from=25318&amp;to=26145"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4E358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CB5ED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50350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B3BCC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"https://www.ncbi.nlm.nih.gov/protein/2234574008"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UPX83130.1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0E08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602A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55D0E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0D12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69278F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C38BC1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"https://www.ncbi.nlm.nih.gov/nuccore/ON420444.1?from=26170&amp;to=26397"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79540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C9460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"https://www.ncbi.nlm.nih.gov/nuccore/ON420444.1?from=26170&amp;to=26397"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B8FEB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3B5B2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23BF2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96A18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"https://www.ncbi.nlm.nih.gov/protein/2234574009"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UPX83131.1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373FA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09286E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04ED29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"https://www.ncbi.nlm.nih.gov/nuccore/ON420444.1?from=26448&amp;to=27116"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AF2CAC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5AB9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"https://www.ncbi.nlm.nih.gov/nuccore/ON420444.1?from=26448&amp;to=27116"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268988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3E16A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F734F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BB6F7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UPX83132.1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442C6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367294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7A770C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D9EFA1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6ECC5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45DEF1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"https://www.ncbi.nlm.nih.gov/nuccore/ON420444.1?from=27127&amp;to=27312"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2AA03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5CA24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"https://www.ncbi.nlm.nih.gov/nuccore/ON420444.1?from=27127&amp;to=27312"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FCB274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ADED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70242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F28838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"https://www.ncbi.nlm.nih.gov/protein/2234574011"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UPX83133.1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9A55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45893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52FFA9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"https://www.ncbi.nlm.nih.gov/nuccore/ON420444.1?from=27319&amp;to=27684"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CAD204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BB870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"https://www.ncbi.nlm.nih.gov/nuccore/ON420444.1?from=27319&amp;to=27684"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6D37E58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6DE2B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69F121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86027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UPX83134.1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19E16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2E9198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384A2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2577E9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"https://www.ncbi.nlm.nih.gov/nuccore/ON420444.1?from=27681&amp;to=27812"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11A06F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CF2E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"https://www.ncbi.nlm.nih.gov/nuccore/ON420444.1?from=27681&amp;to=27812"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13463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C92C6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B8A8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019D5B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"https://www.ncbi.nlm.nih.gov/protein/2234574013"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UPX83135.1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8C3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EEF53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"https://www.ncbi.nlm.nih.gov/nuccore/ON420444.1?from=27819&amp;to=28184"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62410E9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D9ED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"https://www.ncbi.nlm.nih.gov/nuccore/ON420444.1?from=27819&amp;to=28184"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67776E3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CCA7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39FA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C3C90F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UPX83136.1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92EFB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202DCA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D6D9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75ACCC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"https://www.ncbi.nlm.nih.gov/nuccore/ON420444.1?from=28199&amp;to=29449"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316E4FC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F821B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"https://www.ncbi.nlm.nih.gov/nuccore/ON420444.1?from=28199&amp;to=29449"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1D327D2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F88E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8725B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1BEE2A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"https://www.ncbi.nlm.nih.gov/protein/2234574015"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UPX83137.1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090BB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D131B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101F57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33319C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A715D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A25B8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42CCA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550590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674F2A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"https://www.ncbi.nlm.nih.gov/nuccore/ON420444.1?from=29474&amp;to=29590"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3F8DF3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D4476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"https://www.ncbi.nlm.nih.gov/nuccore/ON420444.1?from=29474&amp;to=29590"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1C344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7B27004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22BE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F9A6E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"https://www.ncbi.nlm.nih.gov/protein/2234574016"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UPX83138.1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284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9EC728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"https://www.ncbi.nlm.nih.gov/nuccore/ON420444.1?from=29525&amp;to=29560"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EF3366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7A190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20048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"https://www.ncbi.nlm.nih.gov/nuccore/ON420444.1?from=29545&amp;to=29573"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D5B869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4721E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EB721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"https://www.ncbi.nlm.nih.gov/nuccore/ON420444.1?from=29644&amp;to=29684" </w:instrTex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A181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D85469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CF194A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ADF977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20444.1"/>
      <w:bookmarkEnd w:id="4"/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EC1914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2F053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8C2FA0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AFDDCC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80B345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0E34E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B3F233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036762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460A47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7A91E1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497B340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6887FD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D9DEA0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E28A10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7B58A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A938E9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9D108F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35115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8B5138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5B9D5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53A3B2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5FC2B3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461209E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D12127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95A76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E71C9B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E545E8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5BA39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64371E4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190F8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18B29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2B4CF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D9B2AC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64C5958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B05FF1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018AF5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E0A573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DC1D4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00D4D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6953EB3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537442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E1E68D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FA8E6E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6DAF34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572E4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53C6C08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AD5E5E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AE25C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903D5E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533196E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3076ADD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3F7614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45CA5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138D5B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7C6C5DD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64590B6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47181F7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37B6A3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30A6F8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109EFB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E1906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114ED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AE4724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290173F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7CAF14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F97C24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7C051D8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B4B52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39BC1B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962723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60C3F2A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83FFE1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A040F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8DB21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099616F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5DFCEA3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AB1EE9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271AC99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9B431D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20E907B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6D9753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F73476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048714A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4D2F590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C76402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4F87C1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6269B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32257CA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632B637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293957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2D8AEE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DBB674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975FC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E755D7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278FE67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6883DB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3B465F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AB81EA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47BC9E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BFE4ED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62405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EF490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75CB3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A702D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C97C2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50768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6833BDB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402FB7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2176BF9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63A164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1AA3D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B15A44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484C1E1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2B2A70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1619A8E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172256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31289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3926A28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A35DA9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1F0F28D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39DDDF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7A588F1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275463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813409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75A192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27C75C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0BBF6D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49D5941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19DFCC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44F67B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EE2A8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1855F33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3460151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6515EF3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1587055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77E4DE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222C63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BE0C9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19A132A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5820803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71E29DA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1DC634C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57E3A9E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3FA0D8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AE61BF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8CB620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1D7C0F6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B67444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3B3F0B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925DB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2C6BE44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220A8D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79F948E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B6E53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02828A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518B7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004B8BA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D3905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FA6CA7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7CB147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38000DE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52114E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12CBE0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7C8335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0A8BF0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74B6354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D25EF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0354A4C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614238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4480D71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DC851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28EFE01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5745CA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C12152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CC3623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7E9CF13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65DF8FA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C9688B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60834F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ttagatattt gtgcttcatt</w:t>
      </w:r>
    </w:p>
    <w:p w14:paraId="43E4C91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3B0242C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0C8AF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0E0467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5A0C35C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17883D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27659EF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008FA8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2247750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2A6168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75F315D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0999835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15001C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5562494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6A2E66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226E496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7C01ABA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6724412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74E524B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15BDE09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305CBFC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13598A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302EC97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DF493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7ACBA6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1C1AE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2E620C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28D25B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BEB866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59144B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0105082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39168F7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189C2A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0CFCAB5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4456D4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67D829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1807161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62E6941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2CD2C1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542195D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77D71D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1285ACD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2D4546A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5B3EFC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730346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FAF552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46253E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2B3A324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72A82B8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899DFE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22FC4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7D9D365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133BD5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96DD0B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4ED3DF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C6E46C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4D9D2BC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21A597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8AE655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0573B9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439731A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A59C11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00518A3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3311BC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E0478E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2C9F916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0099376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0EFBD0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83419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1B6B1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8D563E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6D67AB8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3D2D37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0AB1971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9FD4E6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5B690F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7E4977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0792B4F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2235960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7CC8DDF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40F7FD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04BCA7F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5484B5C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023D6C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0980FD9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348CE0B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B95EE6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61E7511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021E26D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59C4316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56A965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BB2C78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549D7B6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893235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FBE7D3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9D5A56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43844B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1DB07BC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688E7E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1D34FF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54B08B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7A9ABB6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D147D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363055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74B00E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36DAB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7153800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2B6348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ADAE34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5A4E2B6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3E3FDF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5C93982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54096F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9ED2FB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5B4B739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789E3CF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699603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B107C9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288B7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1E7F8A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4B3B57E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3EA7B7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432EAC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08B74B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3108A1D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333477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EDD8DB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14926A7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500C227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7C93F08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527F19B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10AAE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1CF1B2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4152194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59FF4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477D34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63F0ECA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2CB3ED2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0D9CED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58597B4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BDBF45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40389B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56C088C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334B770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71215D3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280210D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724D37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7463FA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7D0581D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7525B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D89AA6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55A1FE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D86EAD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5BECE33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29D4D6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6543FD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7C5F402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6D2DF3E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6F30B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0506A60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B1D295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8C71E8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9EA347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58EBD83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6AD313D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EAD191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1A8561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01FC1FF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0638F5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467DD39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642A5AE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7EE727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21A90BB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D32CA2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5081811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134180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52DE589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36F9A5C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225A502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7DC11E0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4AB335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66DE51D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9F5D9C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67B1789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1E6D3C0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5FA4072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32B3F2C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3C75CDA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E5F683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7D2D088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43ADE08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008AF2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6D97740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664AEDE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395E00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7C06B5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7BE20F8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2A7A15E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28A79FA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ccaaatcgct ccagggcaaa ctggaaatat</w:t>
      </w:r>
    </w:p>
    <w:p w14:paraId="41A3B3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024C26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taacaatctt gattctaagg ttagtggtaa ttataattac ctgtatagat tgtttaggaa</w:t>
      </w:r>
    </w:p>
    <w:p w14:paraId="5D42345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4FDFE34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5B1EC83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6F3293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980F0E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62A6CA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33B4533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27E94B5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BFBDA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7F4FD7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1CADD79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43394C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9DEFAC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A48248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1CAEF0C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7E585EB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F37149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1F1E751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6E7E098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74417A8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F0592B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63D92C1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1D7DA3D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802F9A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2531066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4CFDC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154D41C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FE225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1D3B20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2161A47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39EF2E9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27DC1E8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428B93D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FB4139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A60A2A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84CEB5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29EE0A9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C18A7A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48E4B45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8E7656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02A7E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693E43A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4B601F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2575045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5355C1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B1BE02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3773690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18FF2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6A4D658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363BE10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32358B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4B3E873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8D6DDC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606814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29AF2F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6D67A39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3BFC3BC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568E7D23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33638FD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0D92FD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5B161C7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7A4F8A1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5871E51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46F18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55152C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853782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535228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027A248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22D9261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F9622C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3DC143E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A55AD8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03EF2D5A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9AB7B3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2A386B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2673CCC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438303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143384F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781A62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63CF90D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2CF35E5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0F7632B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4483DEB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1204A6B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577D95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07E4C33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6E2261A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80A59B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020343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6E801C6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3CEE0B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728F4BA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E5645F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EC62D8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3CE75E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28F0107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0327540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6CEFB91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1D95A28D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1089C08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FABFBE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3EC5065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2BD50D5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276E2DA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8DA5874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7B802C7C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F3782C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0FA14F09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3A61C30B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53844E5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15BF5008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676DFB40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014CB6DF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77103CB6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44F5F8B2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B529D4E" w14:textId="77777777" w:rsidR="003A1818" w:rsidRPr="003A1818" w:rsidRDefault="003A1818" w:rsidP="003A181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A181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AB49B1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1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A1818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B95C1"/>
  <w15:chartTrackingRefBased/>
  <w15:docId w15:val="{DBBEDCEC-47A0-C244-B69A-77273A8C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0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8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2023-03-03T12:41:00Z</dcterms:created>
  <dcterms:modified xsi:type="dcterms:W3CDTF">2023-03-03T12:41:00Z</dcterms:modified>
</cp:coreProperties>
</file>